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340F89" w:rsidP="00C90A44">
      <w:bookmarkStart w:id="0" w:name="_GoBack"/>
      <w:bookmarkEnd w:id="0"/>
      <w:r>
        <w:rPr>
          <w:noProof/>
        </w:rPr>
        <w:drawing>
          <wp:inline distT="0" distB="0" distL="0" distR="0">
            <wp:extent cx="5753100" cy="5191125"/>
            <wp:effectExtent l="0" t="0" r="0" b="9525"/>
            <wp:docPr id="1" name="Image 1" descr="S:\UO2480\17_ENFANCE_PERISCOLAIRE\01_Projets\AUTRES PROJETS\PARTENARIATS\linguapoly\jeux_finis\allemand\allemand_coloriage et chiffres_12\matériel\Arc-en-ciel à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UO2480\17_ENFANCE_PERISCOLAIRE\01_Projets\AUTRES PROJETS\PARTENARIATS\linguapoly\jeux_finis\allemand\allemand_coloriage et chiffres_12\matériel\Arc-en-ciel à colori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89" w:rsidRDefault="00340F89" w:rsidP="00C90A44"/>
    <w:p w:rsidR="00340F89" w:rsidRDefault="00340F89" w:rsidP="00C90A44"/>
    <w:p w:rsidR="00340F89" w:rsidRDefault="00340F89" w:rsidP="00C90A44">
      <w:r>
        <w:rPr>
          <w:noProof/>
        </w:rPr>
        <w:lastRenderedPageBreak/>
        <w:drawing>
          <wp:inline distT="0" distB="0" distL="0" distR="0">
            <wp:extent cx="5715000" cy="4286250"/>
            <wp:effectExtent l="0" t="0" r="0" b="0"/>
            <wp:docPr id="2" name="Image 2" descr="S:\UO2480\17_ENFANCE_PERISCOLAIRE\01_Projets\AUTRES PROJETS\PARTENARIATS\linguapoly\jeux_finis\allemand\allemand_coloriage et chiffres_12\matériel\Avion à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UO2480\17_ENFANCE_PERISCOLAIRE\01_Projets\AUTRES PROJETS\PARTENARIATS\linguapoly\jeux_finis\allemand\allemand_coloriage et chiffres_12\matériel\Avion à colori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53100" cy="5162550"/>
            <wp:effectExtent l="0" t="0" r="0" b="0"/>
            <wp:docPr id="8" name="Image 8" descr="S:\UO2480\17_ENFANCE_PERISCOLAIRE\01_Projets\AUTRES PROJETS\PARTENARIATS\linguapoly\jeux_finis\allemand\allemand_coloriage et chiffres_12\matériel\Montagnes à colori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UO2480\17_ENFANCE_PERISCOLAIRE\01_Projets\AUTRES PROJETS\PARTENARIATS\linguapoly\jeux_finis\allemand\allemand_coloriage et chiffres_12\matériel\Montagnes à colorier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4AE289A" wp14:editId="58589F25">
            <wp:extent cx="5762625" cy="4591050"/>
            <wp:effectExtent l="0" t="0" r="9525" b="0"/>
            <wp:docPr id="3" name="Image 3" descr="S:\UO2480\17_ENFANCE_PERISCOLAIRE\01_Projets\AUTRES PROJETS\PARTENARIATS\linguapoly\jeux_finis\allemand\allemand_coloriage et chiffres_12\matériel\Bâteau à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UO2480\17_ENFANCE_PERISCOLAIRE\01_Projets\AUTRES PROJETS\PARTENARIATS\linguapoly\jeux_finis\allemand\allemand_coloriage et chiffres_12\matériel\Bâteau à colori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89" w:rsidRDefault="00340F89" w:rsidP="00C90A44"/>
    <w:p w:rsidR="00340F89" w:rsidRDefault="00340F89" w:rsidP="00C90A44"/>
    <w:p w:rsidR="00340F89" w:rsidRDefault="00340F89" w:rsidP="00C90A44">
      <w:r>
        <w:rPr>
          <w:noProof/>
        </w:rPr>
        <w:lastRenderedPageBreak/>
        <w:drawing>
          <wp:inline distT="0" distB="0" distL="0" distR="0">
            <wp:extent cx="5753100" cy="4914900"/>
            <wp:effectExtent l="0" t="0" r="0" b="0"/>
            <wp:docPr id="4" name="Image 4" descr="S:\UO2480\17_ENFANCE_PERISCOLAIRE\01_Projets\AUTRES PROJETS\PARTENARIATS\linguapoly\jeux_finis\allemand\allemand_coloriage et chiffres_12\matériel\Forêt à colori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UO2480\17_ENFANCE_PERISCOLAIRE\01_Projets\AUTRES PROJETS\PARTENARIATS\linguapoly\jeux_finis\allemand\allemand_coloriage et chiffres_12\matériel\Forêt à colori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340F89">
      <w:pPr>
        <w:jc w:val="center"/>
      </w:pPr>
      <w:r>
        <w:rPr>
          <w:noProof/>
        </w:rPr>
        <w:lastRenderedPageBreak/>
        <w:drawing>
          <wp:inline distT="0" distB="0" distL="0" distR="0">
            <wp:extent cx="3648075" cy="2543175"/>
            <wp:effectExtent l="0" t="0" r="9525" b="9525"/>
            <wp:docPr id="5" name="Image 5" descr="S:\UO2480\17_ENFANCE_PERISCOLAIRE\01_Projets\AUTRES PROJETS\PARTENARIATS\linguapoly\jeux_finis\allemand\allemand_coloriage et chiffres_12\matériel\Gâteau à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UO2480\17_ENFANCE_PERISCOLAIRE\01_Projets\AUTRES PROJETS\PARTENARIATS\linguapoly\jeux_finis\allemand\allemand_coloriage et chiffres_12\matériel\Gâteau à colori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>
      <w:r>
        <w:rPr>
          <w:noProof/>
        </w:rPr>
        <w:drawing>
          <wp:inline distT="0" distB="0" distL="0" distR="0" wp14:anchorId="2E5BE48B" wp14:editId="165B62A5">
            <wp:extent cx="5753100" cy="3981450"/>
            <wp:effectExtent l="0" t="0" r="0" b="0"/>
            <wp:docPr id="11" name="Image 11" descr="S:\UO2480\17_ENFANCE_PERISCOLAIRE\01_Projets\AUTRES PROJETS\PARTENARIATS\linguapoly\jeux_finis\allemand\allemand_coloriage et chiffres_12\matériel\Maison à colo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:\UO2480\17_ENFANCE_PERISCOLAIRE\01_Projets\AUTRES PROJETS\PARTENARIATS\linguapoly\jeux_finis\allemand\allemand_coloriage et chiffres_12\matériel\Maison à colorie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Default="00340F89" w:rsidP="00C90A44"/>
    <w:p w:rsidR="00340F89" w:rsidRPr="00C90A44" w:rsidRDefault="00340F89" w:rsidP="00C90A44">
      <w:r>
        <w:rPr>
          <w:noProof/>
        </w:rPr>
        <w:lastRenderedPageBreak/>
        <w:drawing>
          <wp:inline distT="0" distB="0" distL="0" distR="0">
            <wp:extent cx="5762625" cy="4610100"/>
            <wp:effectExtent l="0" t="0" r="9525" b="0"/>
            <wp:docPr id="12" name="Image 12" descr="S:\UO2480\17_ENFANCE_PERISCOLAIRE\01_Projets\AUTRES PROJETS\PARTENARIATS\linguapoly\jeux_finis\allemand\allemand_coloriage et chiffres_12\matériel\Poisson à colori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:\UO2480\17_ENFANCE_PERISCOLAIRE\01_Projets\AUTRES PROJETS\PARTENARIATS\linguapoly\jeux_finis\allemand\allemand_coloriage et chiffres_12\matériel\Poisson à colorier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F89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89"/>
    <w:rsid w:val="0013656C"/>
    <w:rsid w:val="00340F89"/>
    <w:rsid w:val="003B038B"/>
    <w:rsid w:val="006B3802"/>
    <w:rsid w:val="00B65436"/>
    <w:rsid w:val="00BF49C4"/>
    <w:rsid w:val="00C5490A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40F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40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340F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40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9E660-7DFF-4F04-8834-3D9F1F7D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C0944DAE.dotm</Template>
  <TotalTime>0</TotalTime>
  <Pages>8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2</cp:revision>
  <dcterms:created xsi:type="dcterms:W3CDTF">2019-06-05T08:39:00Z</dcterms:created>
  <dcterms:modified xsi:type="dcterms:W3CDTF">2019-06-05T08:39:00Z</dcterms:modified>
</cp:coreProperties>
</file>